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9D33AD" w14:textId="12B0931A" w:rsidR="001165D0" w:rsidRPr="00BF21CF" w:rsidRDefault="001165D0" w:rsidP="001165D0">
      <w:pPr>
        <w:jc w:val="center"/>
        <w:rPr>
          <w:rFonts w:ascii="Realist" w:hAnsi="Realist" w:cs="Calibri"/>
          <w:b/>
          <w:bCs/>
          <w:color w:val="0098CF"/>
          <w:sz w:val="28"/>
          <w:szCs w:val="28"/>
        </w:rPr>
      </w:pPr>
      <w:r w:rsidRPr="00BF21CF">
        <w:rPr>
          <w:rFonts w:ascii="Realist" w:hAnsi="Realist" w:cs="Calibri"/>
          <w:b/>
          <w:bCs/>
          <w:color w:val="0098CF"/>
          <w:sz w:val="28"/>
          <w:szCs w:val="28"/>
        </w:rPr>
        <w:t>#hamburgpressday 2025</w:t>
      </w:r>
    </w:p>
    <w:p w14:paraId="650A5704" w14:textId="2D140245" w:rsidR="000A642D" w:rsidRPr="00BF21CF" w:rsidRDefault="00007E96">
      <w:pPr>
        <w:rPr>
          <w:rFonts w:ascii="Realist" w:hAnsi="Realist" w:cs="Calibri"/>
          <w:b/>
          <w:bCs/>
          <w:color w:val="0098CF"/>
          <w:sz w:val="28"/>
          <w:szCs w:val="28"/>
        </w:rPr>
      </w:pPr>
      <w:r w:rsidRPr="00BF21CF">
        <w:rPr>
          <w:rFonts w:ascii="Realist" w:hAnsi="Realist" w:cs="Calibri"/>
          <w:b/>
          <w:bCs/>
          <w:color w:val="0098CF"/>
          <w:sz w:val="28"/>
          <w:szCs w:val="28"/>
        </w:rPr>
        <w:t>P</w:t>
      </w:r>
      <w:r w:rsidR="007E4783" w:rsidRPr="00BF21CF">
        <w:rPr>
          <w:rFonts w:ascii="Realist" w:hAnsi="Realist" w:cs="Calibri"/>
          <w:b/>
          <w:bCs/>
          <w:color w:val="0098CF"/>
          <w:sz w:val="28"/>
          <w:szCs w:val="28"/>
        </w:rPr>
        <w:t>ressemappe</w:t>
      </w:r>
      <w:r w:rsidR="00701F37" w:rsidRPr="00BF21CF">
        <w:rPr>
          <w:rFonts w:ascii="Realist" w:hAnsi="Realist" w:cs="Calibri"/>
          <w:b/>
          <w:bCs/>
          <w:color w:val="0098CF"/>
          <w:sz w:val="28"/>
          <w:szCs w:val="28"/>
        </w:rPr>
        <w:t xml:space="preserve"> Inhalt: </w:t>
      </w:r>
    </w:p>
    <w:p w14:paraId="5A49EBF5" w14:textId="6BBD0F3E" w:rsidR="00BF21CF" w:rsidRDefault="009456D1" w:rsidP="0077176F">
      <w:pPr>
        <w:spacing w:before="100" w:beforeAutospacing="1" w:after="100" w:afterAutospacing="1" w:line="276" w:lineRule="auto"/>
        <w:rPr>
          <w:rFonts w:ascii="Realist" w:hAnsi="Realist" w:cs="Calibri"/>
          <w:b/>
          <w:bCs/>
          <w:noProof/>
          <w:sz w:val="20"/>
          <w:szCs w:val="20"/>
        </w:rPr>
      </w:pPr>
      <w:r>
        <w:rPr>
          <w:rFonts w:ascii="Realist" w:hAnsi="Realist" w:cs="Calibri"/>
          <w:b/>
          <w:bCs/>
          <w:noProof/>
          <w:sz w:val="20"/>
          <w:szCs w:val="20"/>
        </w:rPr>
        <w:drawing>
          <wp:inline distT="0" distB="0" distL="0" distR="0" wp14:anchorId="6704FB0A" wp14:editId="74C3EA58">
            <wp:extent cx="3756660" cy="2148840"/>
            <wp:effectExtent l="0" t="0" r="0" b="3810"/>
            <wp:docPr id="1451825303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4397"/>
                    <a:stretch/>
                  </pic:blipFill>
                  <pic:spPr bwMode="auto">
                    <a:xfrm>
                      <a:off x="0" y="0"/>
                      <a:ext cx="3756660" cy="2148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D64EA8" w:rsidRPr="008447DB">
        <w:rPr>
          <w:noProof/>
        </w:rPr>
        <w:drawing>
          <wp:anchor distT="0" distB="0" distL="114300" distR="114300" simplePos="0" relativeHeight="251658240" behindDoc="0" locked="0" layoutInCell="1" allowOverlap="1" wp14:anchorId="192D436A" wp14:editId="3981F128">
            <wp:simplePos x="0" y="0"/>
            <wp:positionH relativeFrom="column">
              <wp:posOffset>5001895</wp:posOffset>
            </wp:positionH>
            <wp:positionV relativeFrom="paragraph">
              <wp:posOffset>1495474</wp:posOffset>
            </wp:positionV>
            <wp:extent cx="1289050" cy="1289050"/>
            <wp:effectExtent l="0" t="0" r="6350" b="6350"/>
            <wp:wrapSquare wrapText="bothSides"/>
            <wp:docPr id="744882028" name="Grafik 1" descr="Ein Bild, das Kreis, Muster, Kunst, Grafiken enthält.&#10;&#10;KI-generierte Inhalte können fehlerhaft sein.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882028" name="Grafik 1" descr="Ein Bild, das Kreis, Muster, Kunst, Grafiken enthält.&#10;&#10;KI-generierte Inhalte können fehlerhaft sein.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0" cy="128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5F95075" w14:textId="0009AEF2" w:rsidR="007361D5" w:rsidRPr="007361D5" w:rsidRDefault="007361D5" w:rsidP="007361D5">
      <w:pPr>
        <w:pStyle w:val="Listenabsatz"/>
        <w:numPr>
          <w:ilvl w:val="0"/>
          <w:numId w:val="6"/>
        </w:numPr>
        <w:spacing w:before="100" w:beforeAutospacing="1" w:after="100" w:afterAutospacing="1" w:line="276" w:lineRule="auto"/>
        <w:rPr>
          <w:rFonts w:ascii="Realist" w:hAnsi="Realist" w:cs="Calibri"/>
          <w:sz w:val="20"/>
          <w:szCs w:val="20"/>
        </w:rPr>
      </w:pPr>
      <w:r w:rsidRPr="007361D5">
        <w:rPr>
          <w:rFonts w:ascii="Realist" w:hAnsi="Realist" w:cs="Calibri"/>
          <w:sz w:val="20"/>
          <w:szCs w:val="20"/>
        </w:rPr>
        <w:t>Die</w:t>
      </w:r>
      <w:r w:rsidR="00BF21CF" w:rsidRPr="007361D5">
        <w:rPr>
          <w:rFonts w:ascii="Realist" w:hAnsi="Realist" w:cs="Calibri"/>
          <w:sz w:val="20"/>
          <w:szCs w:val="20"/>
        </w:rPr>
        <w:t xml:space="preserve"> </w:t>
      </w:r>
      <w:r w:rsidR="00BF21CF" w:rsidRPr="007361D5">
        <w:rPr>
          <w:rFonts w:ascii="Realist" w:hAnsi="Realist" w:cs="Calibri"/>
          <w:b/>
          <w:bCs/>
          <w:sz w:val="20"/>
          <w:szCs w:val="20"/>
        </w:rPr>
        <w:t>Pressemappe</w:t>
      </w:r>
      <w:r w:rsidR="00BF21CF" w:rsidRPr="007361D5">
        <w:rPr>
          <w:rFonts w:ascii="Realist" w:hAnsi="Realist" w:cs="Calibri"/>
          <w:sz w:val="20"/>
          <w:szCs w:val="20"/>
        </w:rPr>
        <w:t xml:space="preserve"> </w:t>
      </w:r>
      <w:r w:rsidRPr="007361D5">
        <w:rPr>
          <w:rFonts w:ascii="Realist" w:hAnsi="Realist" w:cs="Calibri"/>
          <w:sz w:val="20"/>
          <w:szCs w:val="20"/>
        </w:rPr>
        <w:t xml:space="preserve">befindet sich </w:t>
      </w:r>
      <w:r w:rsidR="00BF21CF" w:rsidRPr="007361D5">
        <w:rPr>
          <w:rFonts w:ascii="Realist" w:hAnsi="Realist" w:cs="Calibri"/>
          <w:sz w:val="20"/>
          <w:szCs w:val="20"/>
        </w:rPr>
        <w:t xml:space="preserve">online auf </w:t>
      </w:r>
      <w:r w:rsidRPr="007361D5">
        <w:rPr>
          <w:rFonts w:ascii="Realist" w:hAnsi="Realist" w:cs="Calibri"/>
          <w:sz w:val="20"/>
          <w:szCs w:val="20"/>
        </w:rPr>
        <w:fldChar w:fldCharType="begin"/>
      </w:r>
      <w:r w:rsidRPr="007361D5">
        <w:rPr>
          <w:rFonts w:ascii="Realist" w:hAnsi="Realist" w:cs="Calibri"/>
          <w:sz w:val="20"/>
          <w:szCs w:val="20"/>
        </w:rPr>
        <w:instrText xml:space="preserve">HYPERLINK "https://www.pac-original.de/presse/  </w:instrText>
      </w:r>
    </w:p>
    <w:p w14:paraId="18904670" w14:textId="77777777" w:rsidR="007361D5" w:rsidRPr="007361D5" w:rsidRDefault="007361D5" w:rsidP="007361D5">
      <w:pPr>
        <w:pStyle w:val="Listenabsatz"/>
        <w:numPr>
          <w:ilvl w:val="0"/>
          <w:numId w:val="6"/>
        </w:numPr>
        <w:spacing w:before="100" w:beforeAutospacing="1" w:after="100" w:afterAutospacing="1" w:line="276" w:lineRule="auto"/>
        <w:rPr>
          <w:rStyle w:val="Hyperlink"/>
          <w:rFonts w:ascii="Realist" w:hAnsi="Realist" w:cs="Calibri"/>
          <w:sz w:val="20"/>
          <w:szCs w:val="20"/>
        </w:rPr>
      </w:pPr>
      <w:r w:rsidRPr="007361D5">
        <w:rPr>
          <w:rFonts w:ascii="Realist" w:hAnsi="Realist" w:cs="Calibri"/>
          <w:sz w:val="20"/>
          <w:szCs w:val="20"/>
        </w:rPr>
        <w:instrText>"</w:instrText>
      </w:r>
      <w:r w:rsidRPr="007361D5">
        <w:rPr>
          <w:rFonts w:ascii="Realist" w:hAnsi="Realist" w:cs="Calibri"/>
          <w:sz w:val="20"/>
          <w:szCs w:val="20"/>
        </w:rPr>
      </w:r>
      <w:r w:rsidRPr="007361D5">
        <w:rPr>
          <w:rFonts w:ascii="Realist" w:hAnsi="Realist" w:cs="Calibri"/>
          <w:sz w:val="20"/>
          <w:szCs w:val="20"/>
        </w:rPr>
        <w:fldChar w:fldCharType="separate"/>
      </w:r>
      <w:r w:rsidRPr="007361D5">
        <w:rPr>
          <w:rStyle w:val="Hyperlink"/>
          <w:rFonts w:ascii="Realist" w:hAnsi="Realist" w:cs="Calibri"/>
          <w:sz w:val="20"/>
          <w:szCs w:val="20"/>
        </w:rPr>
        <w:t xml:space="preserve">https://www.pac-original.de/presse/  </w:t>
      </w:r>
    </w:p>
    <w:p w14:paraId="252A3DEE" w14:textId="5A0E3C3C" w:rsidR="00446F00" w:rsidRPr="007361D5" w:rsidRDefault="002E5759" w:rsidP="007361D5">
      <w:pPr>
        <w:pStyle w:val="Listenabsatz"/>
        <w:numPr>
          <w:ilvl w:val="0"/>
          <w:numId w:val="6"/>
        </w:numPr>
        <w:rPr>
          <w:rFonts w:ascii="Realist" w:hAnsi="Realist"/>
          <w:sz w:val="20"/>
          <w:szCs w:val="20"/>
        </w:rPr>
      </w:pPr>
      <w:r w:rsidRPr="007361D5">
        <w:rPr>
          <w:rFonts w:ascii="Realist" w:hAnsi="Realist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16D6AD1" wp14:editId="3AC16F30">
                <wp:simplePos x="0" y="0"/>
                <wp:positionH relativeFrom="column">
                  <wp:posOffset>4973222</wp:posOffset>
                </wp:positionH>
                <wp:positionV relativeFrom="paragraph">
                  <wp:posOffset>258103</wp:posOffset>
                </wp:positionV>
                <wp:extent cx="1610995" cy="635"/>
                <wp:effectExtent l="0" t="0" r="8255" b="3175"/>
                <wp:wrapSquare wrapText="bothSides"/>
                <wp:docPr id="1925237869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10995" cy="63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2B0AB740" w14:textId="3A646BA2" w:rsidR="00D64EA8" w:rsidRPr="009B52C9" w:rsidRDefault="00D64EA8" w:rsidP="00D64EA8">
                            <w:pPr>
                              <w:spacing w:before="100" w:beforeAutospacing="1" w:after="100" w:afterAutospacing="1" w:line="276" w:lineRule="auto"/>
                              <w:rPr>
                                <w:rFonts w:ascii="Realist" w:hAnsi="Realist" w:cs="Calibri"/>
                                <w:b/>
                                <w:bCs/>
                                <w:color w:val="00B0F0"/>
                                <w:sz w:val="20"/>
                                <w:szCs w:val="20"/>
                              </w:rPr>
                            </w:pPr>
                            <w:r w:rsidRPr="00595C09"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QR Code - Link zur Presseseite P.A.C. </w:t>
                            </w:r>
                            <w:hyperlink r:id="rId10" w:history="1">
                              <w:r w:rsidRPr="007361D5">
                                <w:rPr>
                                  <w:rStyle w:val="Hyperlink"/>
                                  <w:rFonts w:ascii="Realist" w:hAnsi="Realist" w:cs="Calibri"/>
                                  <w:sz w:val="14"/>
                                  <w:szCs w:val="14"/>
                                </w:rPr>
                                <w:t>https://www.pac-original.de/presse/</w:t>
                              </w:r>
                            </w:hyperlink>
                            <w:r w:rsidRPr="00D64EA8">
                              <w:rPr>
                                <w:rFonts w:ascii="Realist" w:hAnsi="Realist" w:cs="Calibri"/>
                                <w:b/>
                                <w:bCs/>
                                <w:sz w:val="14"/>
                                <w:szCs w:val="14"/>
                              </w:rPr>
                              <w:t xml:space="preserve"> </w:t>
                            </w:r>
                          </w:p>
                          <w:p w14:paraId="1DD1A1CE" w14:textId="5524DE3A" w:rsidR="00D64EA8" w:rsidRPr="007A7523" w:rsidRDefault="00D64EA8" w:rsidP="00D64EA8">
                            <w:pPr>
                              <w:pStyle w:val="Beschriftung"/>
                              <w:rPr>
                                <w:noProof/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216D6AD1"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left:0;text-align:left;margin-left:391.6pt;margin-top:20.3pt;width:126.85pt;height:.05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" stroked="f">
                <v:textbox style="mso-fit-shape-to-text:t" inset="0,0,0,0">
                  <w:txbxContent>
                    <w:p w14:paraId="2B0AB740" w14:textId="3A646BA2" w:rsidR="00D64EA8" w:rsidRPr="009B52C9" w:rsidRDefault="00D64EA8" w:rsidP="00D64EA8">
                      <w:pPr>
                        <w:spacing w:before="100" w:beforeAutospacing="1" w:after="100" w:afterAutospacing="1" w:line="276" w:lineRule="auto"/>
                        <w:rPr>
                          <w:rFonts w:ascii="Realist" w:hAnsi="Realist" w:cs="Calibri"/>
                          <w:b/>
                          <w:bCs/>
                          <w:color w:val="00B0F0"/>
                          <w:sz w:val="20"/>
                          <w:szCs w:val="20"/>
                        </w:rPr>
                      </w:pPr>
                      <w:r w:rsidRPr="00595C09">
                        <w:rPr>
                          <w:i/>
                          <w:iCs/>
                          <w:sz w:val="16"/>
                          <w:szCs w:val="16"/>
                        </w:rPr>
                        <w:t xml:space="preserve">QR Code - Link zur Presseseite P.A.C. </w:t>
                      </w:r>
                      <w:hyperlink r:id="rId11" w:history="1">
                        <w:r w:rsidRPr="007361D5">
                          <w:rPr>
                            <w:rStyle w:val="Hyperlink"/>
                            <w:rFonts w:ascii="Realist" w:hAnsi="Realist" w:cs="Calibri"/>
                            <w:sz w:val="14"/>
                            <w:szCs w:val="14"/>
                          </w:rPr>
                          <w:t>https://www.pac-original.de/presse/</w:t>
                        </w:r>
                      </w:hyperlink>
                      <w:r w:rsidRPr="00D64EA8">
                        <w:rPr>
                          <w:rFonts w:ascii="Realist" w:hAnsi="Realist" w:cs="Calibri"/>
                          <w:b/>
                          <w:bCs/>
                          <w:sz w:val="14"/>
                          <w:szCs w:val="14"/>
                        </w:rPr>
                        <w:t xml:space="preserve"> </w:t>
                      </w:r>
                    </w:p>
                    <w:p w14:paraId="1DD1A1CE" w14:textId="5524DE3A" w:rsidR="00D64EA8" w:rsidRPr="007A7523" w:rsidRDefault="00D64EA8" w:rsidP="00D64EA8">
                      <w:pPr>
                        <w:pStyle w:val="Beschriftung"/>
                        <w:rPr>
                          <w:noProof/>
                          <w:sz w:val="22"/>
                          <w:szCs w:val="22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7361D5" w:rsidRPr="007361D5">
        <w:fldChar w:fldCharType="end"/>
      </w:r>
      <w:r w:rsidR="00446F00" w:rsidRPr="007361D5">
        <w:rPr>
          <w:rFonts w:ascii="Realist" w:hAnsi="Realist"/>
          <w:sz w:val="20"/>
          <w:szCs w:val="20"/>
        </w:rPr>
        <w:t xml:space="preserve">Dort sind auch Logo, Firmenansicht usw. </w:t>
      </w:r>
      <w:r w:rsidR="00446F00" w:rsidRPr="007361D5">
        <w:rPr>
          <w:rFonts w:ascii="Realist" w:hAnsi="Realist"/>
          <w:b/>
          <w:bCs/>
          <w:sz w:val="20"/>
          <w:szCs w:val="20"/>
        </w:rPr>
        <w:t>zum Download</w:t>
      </w:r>
      <w:r w:rsidR="00446F00" w:rsidRPr="007361D5">
        <w:rPr>
          <w:rFonts w:ascii="Realist" w:hAnsi="Realist"/>
          <w:sz w:val="20"/>
          <w:szCs w:val="20"/>
        </w:rPr>
        <w:t xml:space="preserve"> verfügbar. </w:t>
      </w:r>
    </w:p>
    <w:p w14:paraId="0C16F498" w14:textId="7A2A1FC9" w:rsidR="0077176F" w:rsidRPr="00D64EA8" w:rsidRDefault="00D64EA8" w:rsidP="0077176F">
      <w:pPr>
        <w:spacing w:before="100" w:beforeAutospacing="1" w:after="100" w:afterAutospacing="1" w:line="276" w:lineRule="auto"/>
        <w:rPr>
          <w:rFonts w:ascii="Realist" w:hAnsi="Realist" w:cs="Calibri"/>
          <w:b/>
          <w:bCs/>
          <w:sz w:val="20"/>
          <w:szCs w:val="20"/>
        </w:rPr>
      </w:pPr>
      <w:r>
        <w:rPr>
          <w:rFonts w:ascii="Realist" w:hAnsi="Realist" w:cs="Calibri"/>
          <w:sz w:val="20"/>
          <w:szCs w:val="20"/>
        </w:rPr>
        <w:t xml:space="preserve">! Weitere Imagebilder/Actionbilder, Produkt-Freisteller </w:t>
      </w:r>
      <w:hyperlink r:id="rId12" w:history="1">
        <w:r w:rsidR="007361D5" w:rsidRPr="007361D5">
          <w:rPr>
            <w:rStyle w:val="Hyperlink"/>
            <w:rFonts w:ascii="Realist" w:hAnsi="Realist" w:cs="Calibri"/>
            <w:sz w:val="20"/>
            <w:szCs w:val="20"/>
          </w:rPr>
          <w:t>zum Download</w:t>
        </w:r>
      </w:hyperlink>
      <w:r w:rsidR="007361D5">
        <w:rPr>
          <w:rFonts w:ascii="Realist" w:hAnsi="Realist" w:cs="Calibri"/>
          <w:sz w:val="20"/>
          <w:szCs w:val="20"/>
        </w:rPr>
        <w:t xml:space="preserve"> </w:t>
      </w:r>
      <w:r>
        <w:rPr>
          <w:rFonts w:ascii="Realist" w:hAnsi="Realist" w:cs="Calibri"/>
          <w:sz w:val="20"/>
          <w:szCs w:val="20"/>
        </w:rPr>
        <w:t xml:space="preserve">sind hier auf dem </w:t>
      </w:r>
      <w:r w:rsidR="0077176F" w:rsidRPr="00D64EA8">
        <w:rPr>
          <w:rFonts w:ascii="Realist" w:hAnsi="Realist" w:cs="Calibri"/>
          <w:b/>
          <w:bCs/>
          <w:sz w:val="20"/>
          <w:szCs w:val="20"/>
        </w:rPr>
        <w:t xml:space="preserve">Mediaserver </w:t>
      </w:r>
      <w:r w:rsidR="007361D5">
        <w:rPr>
          <w:rFonts w:ascii="Realist" w:hAnsi="Realist" w:cs="Calibri"/>
          <w:b/>
          <w:bCs/>
          <w:sz w:val="20"/>
          <w:szCs w:val="20"/>
        </w:rPr>
        <w:t xml:space="preserve">von </w:t>
      </w:r>
      <w:r w:rsidR="0077176F" w:rsidRPr="00D64EA8">
        <w:rPr>
          <w:rFonts w:ascii="Realist" w:hAnsi="Realist" w:cs="Calibri"/>
          <w:b/>
          <w:bCs/>
          <w:sz w:val="20"/>
          <w:szCs w:val="20"/>
        </w:rPr>
        <w:t xml:space="preserve">P.A.C. PR </w:t>
      </w:r>
      <w:r>
        <w:rPr>
          <w:rFonts w:ascii="Realist" w:hAnsi="Realist" w:cs="Calibri"/>
          <w:b/>
          <w:bCs/>
          <w:sz w:val="20"/>
          <w:szCs w:val="20"/>
        </w:rPr>
        <w:t>–</w:t>
      </w:r>
      <w:r w:rsidR="0077176F" w:rsidRPr="00D64EA8">
        <w:t xml:space="preserve"> </w:t>
      </w:r>
      <w:r w:rsidRPr="00D64EA8">
        <w:t xml:space="preserve">Link: </w:t>
      </w:r>
      <w:hyperlink r:id="rId13" w:history="1">
        <w:r w:rsidRPr="00D64EA8">
          <w:rPr>
            <w:rStyle w:val="Hyperlink"/>
          </w:rPr>
          <w:t>https://www.picdrop.com/gwsport-brands/bdZkQU4aeg</w:t>
        </w:r>
      </w:hyperlink>
      <w:r w:rsidR="0077176F" w:rsidRPr="00D64EA8">
        <w:rPr>
          <w:rFonts w:ascii="Realist" w:hAnsi="Realist" w:cs="Calibri"/>
          <w:b/>
          <w:bCs/>
          <w:sz w:val="20"/>
          <w:szCs w:val="20"/>
        </w:rPr>
        <w:br/>
      </w:r>
      <w:r w:rsidR="0077176F" w:rsidRPr="007361D5">
        <w:rPr>
          <w:rFonts w:ascii="Realist" w:hAnsi="Realist" w:cs="Calibri"/>
          <w:b/>
          <w:bCs/>
          <w:sz w:val="20"/>
          <w:szCs w:val="20"/>
          <w:highlight w:val="yellow"/>
        </w:rPr>
        <w:t xml:space="preserve">Passwort  </w:t>
      </w:r>
      <w:r w:rsidR="0077176F" w:rsidRPr="007361D5">
        <w:rPr>
          <w:rFonts w:ascii="Realist" w:hAnsi="Realist" w:cs="Calibri"/>
          <w:sz w:val="20"/>
          <w:szCs w:val="20"/>
          <w:highlight w:val="yellow"/>
        </w:rPr>
        <w:t>Uy4ykj6n</w:t>
      </w:r>
    </w:p>
    <w:p w14:paraId="67B21088" w14:textId="77777777" w:rsidR="0077176F" w:rsidRPr="007361D5" w:rsidRDefault="0077176F" w:rsidP="007361D5">
      <w:pPr>
        <w:pStyle w:val="Listenabsatz"/>
        <w:numPr>
          <w:ilvl w:val="0"/>
          <w:numId w:val="5"/>
        </w:numPr>
        <w:spacing w:before="100" w:beforeAutospacing="1" w:after="100" w:afterAutospacing="1" w:line="276" w:lineRule="auto"/>
        <w:rPr>
          <w:rFonts w:ascii="Realist" w:hAnsi="Realist" w:cs="Calibri"/>
          <w:i/>
          <w:iCs/>
          <w:sz w:val="18"/>
          <w:szCs w:val="18"/>
        </w:rPr>
      </w:pPr>
      <w:r w:rsidRPr="007361D5">
        <w:rPr>
          <w:rFonts w:ascii="Realist" w:hAnsi="Realist" w:cs="Calibri"/>
          <w:i/>
          <w:iCs/>
          <w:sz w:val="18"/>
          <w:szCs w:val="18"/>
        </w:rPr>
        <w:t>Bitte Ordner “1-hamburgpressday-digitale Pressemappe” auswählen</w:t>
      </w:r>
    </w:p>
    <w:p w14:paraId="35311CC8" w14:textId="77777777" w:rsidR="0077176F" w:rsidRPr="007361D5" w:rsidRDefault="0077176F" w:rsidP="007361D5">
      <w:pPr>
        <w:pStyle w:val="Listenabsatz"/>
        <w:numPr>
          <w:ilvl w:val="0"/>
          <w:numId w:val="5"/>
        </w:numPr>
        <w:spacing w:before="100" w:beforeAutospacing="1" w:after="100" w:afterAutospacing="1" w:line="276" w:lineRule="auto"/>
        <w:rPr>
          <w:rFonts w:ascii="Realist" w:hAnsi="Realist" w:cs="Calibri"/>
          <w:i/>
          <w:iCs/>
          <w:sz w:val="18"/>
          <w:szCs w:val="18"/>
        </w:rPr>
      </w:pPr>
      <w:r w:rsidRPr="007361D5">
        <w:rPr>
          <w:rFonts w:ascii="Realist" w:hAnsi="Realist" w:cs="Calibri"/>
          <w:i/>
          <w:iCs/>
          <w:sz w:val="18"/>
          <w:szCs w:val="18"/>
        </w:rPr>
        <w:t xml:space="preserve">Direkter Link zum Ordner, wenn eingeloggt </w:t>
      </w:r>
      <w:hyperlink r:id="rId14" w:history="1">
        <w:r w:rsidRPr="007361D5">
          <w:rPr>
            <w:rStyle w:val="Hyperlink"/>
            <w:rFonts w:ascii="Realist" w:hAnsi="Realist" w:cs="Calibri"/>
            <w:i/>
            <w:iCs/>
            <w:sz w:val="18"/>
            <w:szCs w:val="18"/>
          </w:rPr>
          <w:t>https://www.picdrop.com/gwsport-brands/iuWz5xkBWY</w:t>
        </w:r>
      </w:hyperlink>
      <w:r w:rsidRPr="007361D5">
        <w:rPr>
          <w:rFonts w:ascii="Realist" w:hAnsi="Realist" w:cs="Calibri"/>
          <w:i/>
          <w:iCs/>
          <w:sz w:val="18"/>
          <w:szCs w:val="18"/>
        </w:rPr>
        <w:t xml:space="preserve"> </w:t>
      </w:r>
    </w:p>
    <w:p w14:paraId="14FB8D4E" w14:textId="33FD9F0F" w:rsidR="0062374A" w:rsidRPr="007361D5" w:rsidRDefault="00564814" w:rsidP="00564814">
      <w:pPr>
        <w:spacing w:before="100" w:beforeAutospacing="1" w:after="100" w:afterAutospacing="1" w:line="276" w:lineRule="auto"/>
        <w:rPr>
          <w:rStyle w:val="Hyperlink"/>
          <w:rFonts w:ascii="Realist" w:hAnsi="Realist" w:cs="Calibri"/>
          <w:color w:val="auto"/>
          <w:sz w:val="20"/>
          <w:szCs w:val="20"/>
          <w:u w:val="none"/>
        </w:rPr>
      </w:pPr>
      <w:r w:rsidRPr="00D22677">
        <w:rPr>
          <w:rFonts w:ascii="Realist" w:hAnsi="Realist" w:cs="Calibri"/>
          <w:b/>
          <w:bCs/>
          <w:sz w:val="20"/>
          <w:szCs w:val="20"/>
        </w:rPr>
        <w:t xml:space="preserve">Bildnachweis: </w:t>
      </w:r>
      <w:r w:rsidRPr="002E5759">
        <w:rPr>
          <w:rFonts w:ascii="Realist" w:hAnsi="Realist" w:cs="Calibri"/>
          <w:sz w:val="20"/>
          <w:szCs w:val="20"/>
        </w:rPr>
        <w:t>P.A.C.</w:t>
      </w:r>
      <w:r w:rsidR="007E4783" w:rsidRPr="002E5759">
        <w:rPr>
          <w:rFonts w:ascii="Realist" w:hAnsi="Realist" w:cs="Calibri"/>
          <w:sz w:val="20"/>
          <w:szCs w:val="20"/>
        </w:rPr>
        <w:t>;</w:t>
      </w:r>
      <w:r w:rsidR="007E4783">
        <w:rPr>
          <w:rFonts w:ascii="Realist" w:hAnsi="Realist" w:cs="Calibri"/>
          <w:sz w:val="20"/>
          <w:szCs w:val="20"/>
        </w:rPr>
        <w:t xml:space="preserve"> </w:t>
      </w:r>
      <w:r w:rsidRPr="00D22677">
        <w:rPr>
          <w:rFonts w:ascii="Realist" w:hAnsi="Realist" w:cs="Calibri"/>
          <w:sz w:val="20"/>
          <w:szCs w:val="20"/>
        </w:rPr>
        <w:t>Don Ribaker</w:t>
      </w:r>
      <w:r w:rsidR="002E5759">
        <w:rPr>
          <w:rFonts w:ascii="Realist" w:hAnsi="Realist" w:cs="Calibri"/>
          <w:sz w:val="20"/>
          <w:szCs w:val="20"/>
        </w:rPr>
        <w:t xml:space="preserve"> (</w:t>
      </w:r>
      <w:r w:rsidR="007E4783" w:rsidRPr="007E4783">
        <w:rPr>
          <w:rFonts w:ascii="Realist" w:hAnsi="Realist" w:cs="Calibri"/>
          <w:i/>
          <w:iCs/>
          <w:sz w:val="20"/>
          <w:szCs w:val="20"/>
        </w:rPr>
        <w:t>bei Firmenansichte</w:t>
      </w:r>
      <w:r w:rsidR="007E4783">
        <w:rPr>
          <w:rFonts w:ascii="Realist" w:hAnsi="Realist" w:cs="Calibri"/>
          <w:i/>
          <w:iCs/>
          <w:sz w:val="20"/>
          <w:szCs w:val="20"/>
        </w:rPr>
        <w:t>n</w:t>
      </w:r>
      <w:r w:rsidR="007E4783" w:rsidRPr="007E4783">
        <w:rPr>
          <w:rFonts w:ascii="Realist" w:hAnsi="Realist" w:cs="Calibri"/>
          <w:i/>
          <w:iCs/>
          <w:sz w:val="20"/>
          <w:szCs w:val="20"/>
        </w:rPr>
        <w:t xml:space="preserve"> innen</w:t>
      </w:r>
      <w:r w:rsidR="002E5759">
        <w:rPr>
          <w:rFonts w:ascii="Realist" w:hAnsi="Realist" w:cs="Calibri"/>
          <w:sz w:val="20"/>
          <w:szCs w:val="20"/>
        </w:rPr>
        <w:t>)</w:t>
      </w:r>
      <w:r w:rsidRPr="00D22677">
        <w:rPr>
          <w:rFonts w:ascii="Realist" w:hAnsi="Realist" w:cs="Calibri"/>
          <w:sz w:val="20"/>
          <w:szCs w:val="20"/>
        </w:rPr>
        <w:br/>
      </w:r>
      <w:r w:rsidRPr="00D22677">
        <w:rPr>
          <w:rFonts w:ascii="Realist" w:hAnsi="Realist" w:cs="Calibri"/>
          <w:sz w:val="20"/>
          <w:szCs w:val="20"/>
        </w:rPr>
        <w:br/>
      </w:r>
      <w:r w:rsidR="00D64EA8" w:rsidRPr="00D64EA8">
        <w:rPr>
          <w:rStyle w:val="Fett"/>
          <w:rFonts w:asciiTheme="minorHAnsi" w:hAnsiTheme="minorHAnsi" w:cstheme="minorHAnsi"/>
          <w:color w:val="00B0F0"/>
          <w:u w:val="single"/>
        </w:rPr>
        <w:t xml:space="preserve">Abbinder - </w:t>
      </w:r>
      <w:r w:rsidR="0062374A" w:rsidRPr="00D64EA8">
        <w:rPr>
          <w:rStyle w:val="Fett"/>
          <w:rFonts w:asciiTheme="minorHAnsi" w:hAnsiTheme="minorHAnsi" w:cstheme="minorHAnsi"/>
          <w:color w:val="00B0F0"/>
          <w:u w:val="single"/>
        </w:rPr>
        <w:t xml:space="preserve">Über P.A.C. – Protect. </w:t>
      </w:r>
      <w:r w:rsidR="0062374A" w:rsidRPr="0062374A">
        <w:rPr>
          <w:rStyle w:val="Fett"/>
          <w:rFonts w:asciiTheme="minorHAnsi" w:hAnsiTheme="minorHAnsi" w:cstheme="minorHAnsi"/>
          <w:color w:val="00B0F0"/>
          <w:u w:val="single"/>
        </w:rPr>
        <w:t xml:space="preserve">Act. Care. </w:t>
      </w:r>
      <w:r w:rsidR="0062374A">
        <w:rPr>
          <w:rStyle w:val="Fett"/>
          <w:rFonts w:asciiTheme="minorHAnsi" w:hAnsiTheme="minorHAnsi" w:cstheme="minorHAnsi"/>
          <w:color w:val="00B0F0"/>
          <w:u w:val="single"/>
        </w:rPr>
        <w:br/>
      </w:r>
      <w:r w:rsidR="0062374A" w:rsidRPr="00D64EA8">
        <w:rPr>
          <w:rFonts w:ascii="Realist" w:hAnsi="Realist" w:cs="Calibri"/>
          <w:i/>
          <w:iCs/>
          <w:sz w:val="14"/>
          <w:szCs w:val="14"/>
        </w:rPr>
        <w:t xml:space="preserve">Die P.A.C. GmbH ist ein mittelständisches Familienunternehmen mit eigener Produktion und Vertrieb von Textilaccessoires – Head- and Neckwear, Funktionssocken, Handschuhe, Knitwear. Geschäftsführer Lukas Weimann gründete das Unternehmen 2012 in Schweinfurt. P.A.C. etablierte sich durch Produktinnovationen schnell am Markt: In Sport- und Outdoor-Handel sowie beim Endkunden ist P.A.C. als Vorreiter für nachhaltige, stylische Accessoires „von Kopf bis Fuß“ in Premiumqualität </w:t>
      </w:r>
      <w:r w:rsidR="0062374A" w:rsidRPr="00D64EA8">
        <w:rPr>
          <w:rFonts w:ascii="Realist" w:hAnsi="Realist" w:cs="Calibri"/>
          <w:iCs/>
          <w:sz w:val="14"/>
          <w:szCs w:val="14"/>
        </w:rPr>
        <w:t>Made in Germany</w:t>
      </w:r>
      <w:r w:rsidR="0062374A" w:rsidRPr="00D64EA8">
        <w:rPr>
          <w:rFonts w:ascii="Realist" w:hAnsi="Realist" w:cs="Calibri"/>
          <w:i/>
          <w:iCs/>
          <w:sz w:val="14"/>
          <w:szCs w:val="14"/>
        </w:rPr>
        <w:t xml:space="preserve"> bekannt</w:t>
      </w:r>
      <w:bookmarkStart w:id="0" w:name="_Hlk107392546"/>
      <w:r w:rsidR="0062374A" w:rsidRPr="00D64EA8">
        <w:rPr>
          <w:rFonts w:ascii="Realist" w:hAnsi="Realist" w:cs="Calibri"/>
          <w:i/>
          <w:iCs/>
          <w:sz w:val="14"/>
          <w:szCs w:val="14"/>
        </w:rPr>
        <w:t>, ob bei Running, Biking, Trekking, Skiing</w:t>
      </w:r>
      <w:bookmarkEnd w:id="0"/>
      <w:r w:rsidR="0062374A" w:rsidRPr="00D64EA8">
        <w:rPr>
          <w:rFonts w:ascii="Realist" w:hAnsi="Realist" w:cs="Calibri"/>
          <w:i/>
          <w:iCs/>
          <w:sz w:val="14"/>
          <w:szCs w:val="14"/>
        </w:rPr>
        <w:t xml:space="preserve"> oder Lifestyle. </w:t>
      </w:r>
      <w:r w:rsidR="008B578D" w:rsidRPr="00D64EA8">
        <w:rPr>
          <w:rFonts w:ascii="Realist" w:hAnsi="Realist" w:cs="Calibri"/>
          <w:i/>
          <w:iCs/>
          <w:sz w:val="14"/>
          <w:szCs w:val="14"/>
        </w:rPr>
        <w:t xml:space="preserve">Auch </w:t>
      </w:r>
      <w:r w:rsidR="008B578D" w:rsidRPr="002E5759">
        <w:rPr>
          <w:rFonts w:ascii="Realist" w:hAnsi="Realist" w:cs="Calibri"/>
          <w:sz w:val="14"/>
          <w:szCs w:val="14"/>
        </w:rPr>
        <w:t>Custom Wear</w:t>
      </w:r>
      <w:r w:rsidR="008B578D" w:rsidRPr="00D64EA8">
        <w:rPr>
          <w:rFonts w:ascii="Realist" w:hAnsi="Realist" w:cs="Calibri"/>
          <w:i/>
          <w:iCs/>
          <w:sz w:val="14"/>
          <w:szCs w:val="14"/>
        </w:rPr>
        <w:t xml:space="preserve"> wird angeboten. </w:t>
      </w:r>
      <w:r w:rsidR="0062374A" w:rsidRPr="00D64EA8">
        <w:rPr>
          <w:rFonts w:ascii="Realist" w:hAnsi="Realist" w:cs="Calibri"/>
          <w:i/>
          <w:iCs/>
          <w:sz w:val="14"/>
          <w:szCs w:val="14"/>
        </w:rPr>
        <w:t xml:space="preserve">Mit jeder neuen Kollektion steigt der Anteil </w:t>
      </w:r>
      <w:r w:rsidR="008B578D" w:rsidRPr="00D64EA8">
        <w:rPr>
          <w:rFonts w:ascii="Realist" w:hAnsi="Realist" w:cs="Calibri"/>
          <w:i/>
          <w:iCs/>
          <w:sz w:val="14"/>
          <w:szCs w:val="14"/>
        </w:rPr>
        <w:t xml:space="preserve">natürlicher und </w:t>
      </w:r>
      <w:r w:rsidR="0062374A" w:rsidRPr="00D64EA8">
        <w:rPr>
          <w:rFonts w:ascii="Realist" w:hAnsi="Realist" w:cs="Calibri"/>
          <w:i/>
          <w:iCs/>
          <w:sz w:val="14"/>
          <w:szCs w:val="14"/>
        </w:rPr>
        <w:t>recycelter Materialien – Nachhaltigkeit und Style zu fairen Preisen. Die nachhaltige Wertschöpfung von P.A.C. – wirtschaftlich, sozial und ökologisch – erhält mit der CO</w:t>
      </w:r>
      <w:r w:rsidR="0062374A" w:rsidRPr="00D64EA8">
        <w:rPr>
          <w:rFonts w:ascii="Realist" w:hAnsi="Realist" w:cs="Calibri"/>
          <w:i/>
          <w:iCs/>
          <w:sz w:val="14"/>
          <w:szCs w:val="14"/>
          <w:vertAlign w:val="subscript"/>
        </w:rPr>
        <w:t>2</w:t>
      </w:r>
      <w:r w:rsidR="0062374A" w:rsidRPr="00D64EA8">
        <w:rPr>
          <w:rFonts w:ascii="Realist" w:hAnsi="Realist" w:cs="Calibri"/>
          <w:i/>
          <w:iCs/>
          <w:sz w:val="14"/>
          <w:szCs w:val="14"/>
        </w:rPr>
        <w:t xml:space="preserve">-optimierten „P.A.C. Green Factory“ als Firmensitz in Schweinfurt eine neue Grundlage. </w:t>
      </w:r>
      <w:hyperlink r:id="rId15" w:tgtFrame="_blank" w:history="1">
        <w:r w:rsidR="0062374A" w:rsidRPr="00D64EA8">
          <w:rPr>
            <w:rStyle w:val="Hyperlink"/>
            <w:rFonts w:ascii="Realist" w:hAnsi="Realist" w:cs="Calibri"/>
            <w:i/>
            <w:iCs/>
            <w:sz w:val="14"/>
            <w:szCs w:val="14"/>
          </w:rPr>
          <w:t>www.pac-original.de</w:t>
        </w:r>
      </w:hyperlink>
    </w:p>
    <w:p w14:paraId="116895F5" w14:textId="77777777" w:rsidR="003D0E6D" w:rsidRPr="00D64EA8" w:rsidRDefault="00564814" w:rsidP="00564814">
      <w:pPr>
        <w:spacing w:before="100" w:beforeAutospacing="1" w:after="100" w:afterAutospacing="1" w:line="276" w:lineRule="auto"/>
        <w:rPr>
          <w:rFonts w:ascii="Realist" w:hAnsi="Realist" w:cs="Calibri"/>
          <w:sz w:val="16"/>
          <w:szCs w:val="16"/>
        </w:rPr>
      </w:pPr>
      <w:r w:rsidRPr="00D64EA8">
        <w:rPr>
          <w:rStyle w:val="Fett"/>
          <w:rFonts w:ascii="Realist" w:hAnsi="Realist" w:cs="Calibri"/>
          <w:sz w:val="16"/>
          <w:szCs w:val="16"/>
        </w:rPr>
        <w:t>Pressekontakt:</w:t>
      </w:r>
      <w:r w:rsidRPr="00D64EA8">
        <w:rPr>
          <w:rStyle w:val="Fett"/>
          <w:rFonts w:ascii="Realist" w:hAnsi="Realist" w:cs="Calibri"/>
          <w:color w:val="0E94C7"/>
          <w:sz w:val="16"/>
          <w:szCs w:val="16"/>
        </w:rPr>
        <w:br/>
      </w:r>
      <w:r w:rsidRPr="00D64EA8">
        <w:rPr>
          <w:rFonts w:ascii="Realist" w:hAnsi="Realist" w:cs="Calibri"/>
          <w:sz w:val="16"/>
          <w:szCs w:val="16"/>
        </w:rPr>
        <w:t xml:space="preserve">Barbara Orlamünder </w:t>
      </w:r>
      <w:r w:rsidRPr="00D64EA8">
        <w:rPr>
          <w:rFonts w:ascii="Realist" w:hAnsi="Realist" w:cs="Calibri"/>
          <w:sz w:val="16"/>
          <w:szCs w:val="16"/>
        </w:rPr>
        <w:br/>
        <w:t>Mitarbeiterin Marketing/PR</w:t>
      </w:r>
      <w:r w:rsidRPr="00D64EA8">
        <w:rPr>
          <w:rFonts w:ascii="Realist" w:hAnsi="Realist" w:cs="Calibri"/>
          <w:sz w:val="16"/>
          <w:szCs w:val="16"/>
        </w:rPr>
        <w:br/>
        <w:t>Bürozeiten: 9-13 Uhr</w:t>
      </w:r>
      <w:r w:rsidRPr="00D64EA8">
        <w:rPr>
          <w:rFonts w:ascii="Realist" w:hAnsi="Realist" w:cs="Calibri"/>
          <w:sz w:val="16"/>
          <w:szCs w:val="16"/>
        </w:rPr>
        <w:br/>
        <w:t>P.A.C. GmbH</w:t>
      </w:r>
      <w:r w:rsidRPr="00D64EA8">
        <w:rPr>
          <w:rFonts w:ascii="Realist" w:hAnsi="Realist" w:cs="Calibri"/>
          <w:sz w:val="16"/>
          <w:szCs w:val="16"/>
        </w:rPr>
        <w:br/>
        <w:t>Dublinstraße 2</w:t>
      </w:r>
      <w:r w:rsidRPr="00D64EA8">
        <w:rPr>
          <w:rFonts w:ascii="Realist" w:hAnsi="Realist" w:cs="Calibri"/>
          <w:sz w:val="16"/>
          <w:szCs w:val="16"/>
        </w:rPr>
        <w:br/>
        <w:t>97424 Schweinfurt</w:t>
      </w:r>
      <w:r w:rsidRPr="00D64EA8">
        <w:rPr>
          <w:rFonts w:ascii="Realist" w:hAnsi="Realist" w:cs="Calibri"/>
          <w:sz w:val="16"/>
          <w:szCs w:val="16"/>
        </w:rPr>
        <w:br/>
        <w:t>Fon: +49 (0)9721 75975-23</w:t>
      </w:r>
      <w:r w:rsidRPr="00D64EA8">
        <w:rPr>
          <w:rFonts w:ascii="Realist" w:hAnsi="Realist" w:cs="Calibri"/>
          <w:sz w:val="16"/>
          <w:szCs w:val="16"/>
        </w:rPr>
        <w:br/>
        <w:t xml:space="preserve">Web: </w:t>
      </w:r>
      <w:hyperlink r:id="rId16" w:history="1">
        <w:r w:rsidRPr="00D64EA8">
          <w:rPr>
            <w:rStyle w:val="Hyperlink"/>
            <w:rFonts w:ascii="Realist" w:hAnsi="Realist" w:cs="Calibri"/>
            <w:sz w:val="16"/>
            <w:szCs w:val="16"/>
          </w:rPr>
          <w:t>www.pac-original.de</w:t>
        </w:r>
      </w:hyperlink>
      <w:r w:rsidRPr="00D64EA8">
        <w:rPr>
          <w:rStyle w:val="Hyperlink"/>
          <w:rFonts w:ascii="Realist" w:hAnsi="Realist" w:cs="Calibri"/>
          <w:sz w:val="16"/>
          <w:szCs w:val="16"/>
        </w:rPr>
        <w:t xml:space="preserve"> </w:t>
      </w:r>
      <w:r w:rsidRPr="00D64EA8">
        <w:rPr>
          <w:rStyle w:val="Hyperlink"/>
          <w:rFonts w:ascii="Realist" w:hAnsi="Realist" w:cs="Calibri"/>
          <w:sz w:val="16"/>
          <w:szCs w:val="16"/>
        </w:rPr>
        <w:br/>
      </w:r>
      <w:r w:rsidRPr="00D64EA8">
        <w:rPr>
          <w:rFonts w:ascii="Realist" w:hAnsi="Realist" w:cs="Calibri"/>
          <w:sz w:val="16"/>
          <w:szCs w:val="16"/>
        </w:rPr>
        <w:t xml:space="preserve">E-Mail: </w:t>
      </w:r>
      <w:hyperlink r:id="rId17" w:history="1">
        <w:r w:rsidRPr="00D64EA8">
          <w:rPr>
            <w:rStyle w:val="Hyperlink"/>
            <w:rFonts w:ascii="Realist" w:hAnsi="Realist" w:cs="Calibri"/>
            <w:sz w:val="16"/>
            <w:szCs w:val="16"/>
          </w:rPr>
          <w:t>pr@pac-original.de</w:t>
        </w:r>
      </w:hyperlink>
      <w:r w:rsidRPr="00D64EA8">
        <w:rPr>
          <w:rFonts w:ascii="Realist" w:hAnsi="Realist" w:cs="Calibri"/>
          <w:sz w:val="16"/>
          <w:szCs w:val="16"/>
        </w:rPr>
        <w:t xml:space="preserve"> </w:t>
      </w:r>
      <w:r w:rsidRPr="00D64EA8">
        <w:rPr>
          <w:rFonts w:ascii="Realist" w:hAnsi="Realist" w:cs="Calibri"/>
          <w:b/>
          <w:bCs/>
          <w:sz w:val="16"/>
          <w:szCs w:val="16"/>
        </w:rPr>
        <w:t xml:space="preserve"> </w:t>
      </w:r>
      <w:r w:rsidRPr="00D64EA8">
        <w:rPr>
          <w:rFonts w:ascii="Realist" w:hAnsi="Realist" w:cs="Calibri"/>
          <w:sz w:val="16"/>
          <w:szCs w:val="16"/>
        </w:rPr>
        <w:br/>
      </w:r>
    </w:p>
    <w:sectPr w:rsidR="003D0E6D" w:rsidRPr="00D64EA8">
      <w:headerReference w:type="default" r:id="rId18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AC2B79" w14:textId="77777777" w:rsidR="007E4783" w:rsidRDefault="007E4783" w:rsidP="00007E96">
      <w:pPr>
        <w:spacing w:after="0" w:line="240" w:lineRule="auto"/>
      </w:pPr>
      <w:r>
        <w:separator/>
      </w:r>
    </w:p>
  </w:endnote>
  <w:endnote w:type="continuationSeparator" w:id="0">
    <w:p w14:paraId="2DFADF8E" w14:textId="77777777" w:rsidR="007E4783" w:rsidRDefault="007E4783" w:rsidP="00007E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ealist">
    <w:altName w:val="Cambria"/>
    <w:panose1 w:val="00000000000000000000"/>
    <w:charset w:val="00"/>
    <w:family w:val="modern"/>
    <w:notTrueType/>
    <w:pitch w:val="variable"/>
    <w:sig w:usb0="A000003F" w:usb1="4000206B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642125" w14:textId="77777777" w:rsidR="007E4783" w:rsidRDefault="007E4783" w:rsidP="00007E96">
      <w:pPr>
        <w:spacing w:after="0" w:line="240" w:lineRule="auto"/>
      </w:pPr>
      <w:r>
        <w:separator/>
      </w:r>
    </w:p>
  </w:footnote>
  <w:footnote w:type="continuationSeparator" w:id="0">
    <w:p w14:paraId="0A542CBA" w14:textId="77777777" w:rsidR="007E4783" w:rsidRDefault="007E4783" w:rsidP="00007E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367018" w14:textId="77777777" w:rsidR="00007E96" w:rsidRDefault="006B146A" w:rsidP="00007E96">
    <w:pPr>
      <w:pStyle w:val="Kopfzeile"/>
      <w:jc w:val="center"/>
    </w:pPr>
    <w:r w:rsidRPr="00672CCD">
      <w:rPr>
        <w:rFonts w:ascii="Times New Roman" w:hAnsi="Times New Roman"/>
        <w:b/>
        <w:noProof/>
        <w:sz w:val="24"/>
        <w:szCs w:val="24"/>
      </w:rPr>
      <w:drawing>
        <wp:inline distT="0" distB="0" distL="0" distR="0" wp14:anchorId="52A17447" wp14:editId="16F6A621">
          <wp:extent cx="1410970" cy="1410970"/>
          <wp:effectExtent l="0" t="0" r="0" b="0"/>
          <wp:docPr id="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0970" cy="14109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93213"/>
    <w:multiLevelType w:val="hybridMultilevel"/>
    <w:tmpl w:val="6A1AD1A8"/>
    <w:lvl w:ilvl="0" w:tplc="E34A095C">
      <w:start w:val="7"/>
      <w:numFmt w:val="bullet"/>
      <w:lvlText w:val=""/>
      <w:lvlJc w:val="left"/>
      <w:pPr>
        <w:ind w:left="720" w:hanging="360"/>
      </w:pPr>
      <w:rPr>
        <w:rFonts w:ascii="Wingdings" w:eastAsia="Calibri" w:hAnsi="Wingdings" w:cs="Calibr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DD1375"/>
    <w:multiLevelType w:val="hybridMultilevel"/>
    <w:tmpl w:val="B016B4F4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1B2DBB"/>
    <w:multiLevelType w:val="hybridMultilevel"/>
    <w:tmpl w:val="2A683CF4"/>
    <w:lvl w:ilvl="0" w:tplc="04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3311BD"/>
    <w:multiLevelType w:val="hybridMultilevel"/>
    <w:tmpl w:val="4754B09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4A4EC4"/>
    <w:multiLevelType w:val="hybridMultilevel"/>
    <w:tmpl w:val="1668E2E8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A9A25CD"/>
    <w:multiLevelType w:val="hybridMultilevel"/>
    <w:tmpl w:val="E61E9EDC"/>
    <w:lvl w:ilvl="0" w:tplc="DA3242E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6597322">
    <w:abstractNumId w:val="0"/>
  </w:num>
  <w:num w:numId="2" w16cid:durableId="1474368592">
    <w:abstractNumId w:val="5"/>
  </w:num>
  <w:num w:numId="3" w16cid:durableId="1173954028">
    <w:abstractNumId w:val="1"/>
  </w:num>
  <w:num w:numId="4" w16cid:durableId="946961721">
    <w:abstractNumId w:val="2"/>
  </w:num>
  <w:num w:numId="5" w16cid:durableId="888034768">
    <w:abstractNumId w:val="3"/>
  </w:num>
  <w:num w:numId="6" w16cid:durableId="103161349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4783"/>
    <w:rsid w:val="00007E96"/>
    <w:rsid w:val="00030C8A"/>
    <w:rsid w:val="00037130"/>
    <w:rsid w:val="00046388"/>
    <w:rsid w:val="0006662D"/>
    <w:rsid w:val="000A642D"/>
    <w:rsid w:val="000B6C29"/>
    <w:rsid w:val="001165D0"/>
    <w:rsid w:val="001776D2"/>
    <w:rsid w:val="001D1DC7"/>
    <w:rsid w:val="002001A0"/>
    <w:rsid w:val="00224D89"/>
    <w:rsid w:val="0024042C"/>
    <w:rsid w:val="00246F3B"/>
    <w:rsid w:val="00270B48"/>
    <w:rsid w:val="002779C1"/>
    <w:rsid w:val="00291021"/>
    <w:rsid w:val="00291643"/>
    <w:rsid w:val="002B37D2"/>
    <w:rsid w:val="002C2644"/>
    <w:rsid w:val="002E0DB5"/>
    <w:rsid w:val="002E5759"/>
    <w:rsid w:val="0033099A"/>
    <w:rsid w:val="003446C5"/>
    <w:rsid w:val="00383D32"/>
    <w:rsid w:val="00385D1B"/>
    <w:rsid w:val="003C54AC"/>
    <w:rsid w:val="003D0E6D"/>
    <w:rsid w:val="003D5D8F"/>
    <w:rsid w:val="003E464B"/>
    <w:rsid w:val="0041057B"/>
    <w:rsid w:val="00446F00"/>
    <w:rsid w:val="0046574B"/>
    <w:rsid w:val="004C47A6"/>
    <w:rsid w:val="004D420F"/>
    <w:rsid w:val="00512676"/>
    <w:rsid w:val="0055673F"/>
    <w:rsid w:val="00564814"/>
    <w:rsid w:val="00595C09"/>
    <w:rsid w:val="005B3BFF"/>
    <w:rsid w:val="006021F0"/>
    <w:rsid w:val="00615C45"/>
    <w:rsid w:val="0062374A"/>
    <w:rsid w:val="00654C8C"/>
    <w:rsid w:val="00672CCD"/>
    <w:rsid w:val="006A574A"/>
    <w:rsid w:val="006B146A"/>
    <w:rsid w:val="006C1344"/>
    <w:rsid w:val="006D0353"/>
    <w:rsid w:val="006D153A"/>
    <w:rsid w:val="00701F37"/>
    <w:rsid w:val="007045F9"/>
    <w:rsid w:val="007361D5"/>
    <w:rsid w:val="00737480"/>
    <w:rsid w:val="00770D1D"/>
    <w:rsid w:val="0077176F"/>
    <w:rsid w:val="007E4783"/>
    <w:rsid w:val="008776DE"/>
    <w:rsid w:val="0088454C"/>
    <w:rsid w:val="008B10ED"/>
    <w:rsid w:val="008B4912"/>
    <w:rsid w:val="008B578D"/>
    <w:rsid w:val="008B78A1"/>
    <w:rsid w:val="008C62A8"/>
    <w:rsid w:val="00935B09"/>
    <w:rsid w:val="00940DEA"/>
    <w:rsid w:val="009418DE"/>
    <w:rsid w:val="009456D1"/>
    <w:rsid w:val="00990A18"/>
    <w:rsid w:val="009A1BE8"/>
    <w:rsid w:val="009B52C9"/>
    <w:rsid w:val="009D1E0D"/>
    <w:rsid w:val="00A52015"/>
    <w:rsid w:val="00A616CB"/>
    <w:rsid w:val="00AA6218"/>
    <w:rsid w:val="00AD2D4E"/>
    <w:rsid w:val="00AE2094"/>
    <w:rsid w:val="00AF65D6"/>
    <w:rsid w:val="00BF21CF"/>
    <w:rsid w:val="00BF4065"/>
    <w:rsid w:val="00C059D5"/>
    <w:rsid w:val="00C1320C"/>
    <w:rsid w:val="00C13C59"/>
    <w:rsid w:val="00C3073C"/>
    <w:rsid w:val="00C47C09"/>
    <w:rsid w:val="00C615A8"/>
    <w:rsid w:val="00C91099"/>
    <w:rsid w:val="00D06811"/>
    <w:rsid w:val="00D22677"/>
    <w:rsid w:val="00D64EA8"/>
    <w:rsid w:val="00DB5FED"/>
    <w:rsid w:val="00E15F54"/>
    <w:rsid w:val="00E25875"/>
    <w:rsid w:val="00E43126"/>
    <w:rsid w:val="00E66267"/>
    <w:rsid w:val="00EC78A0"/>
    <w:rsid w:val="00F07D98"/>
    <w:rsid w:val="00F337AB"/>
    <w:rsid w:val="00F35520"/>
    <w:rsid w:val="00F40DEE"/>
    <w:rsid w:val="00F446BC"/>
    <w:rsid w:val="00F463A3"/>
    <w:rsid w:val="00F84C36"/>
    <w:rsid w:val="00FB7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8EC18"/>
  <w15:chartTrackingRefBased/>
  <w15:docId w15:val="{41642994-1EA2-4FBC-9A5E-6D0157D63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07E96"/>
  </w:style>
  <w:style w:type="paragraph" w:styleId="Fuzeile">
    <w:name w:val="footer"/>
    <w:basedOn w:val="Standard"/>
    <w:link w:val="FuzeileZchn"/>
    <w:uiPriority w:val="99"/>
    <w:unhideWhenUsed/>
    <w:rsid w:val="00007E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07E96"/>
  </w:style>
  <w:style w:type="character" w:styleId="Hyperlink">
    <w:name w:val="Hyperlink"/>
    <w:uiPriority w:val="99"/>
    <w:unhideWhenUsed/>
    <w:rsid w:val="00564814"/>
    <w:rPr>
      <w:color w:val="0000FF"/>
      <w:u w:val="single"/>
    </w:rPr>
  </w:style>
  <w:style w:type="character" w:styleId="Fett">
    <w:name w:val="Strong"/>
    <w:uiPriority w:val="22"/>
    <w:qFormat/>
    <w:rsid w:val="00564814"/>
    <w:rPr>
      <w:b/>
      <w:b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7E4783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7E4783"/>
    <w:pPr>
      <w:ind w:left="720"/>
      <w:contextualSpacing/>
    </w:pPr>
  </w:style>
  <w:style w:type="paragraph" w:styleId="Beschriftung">
    <w:name w:val="caption"/>
    <w:basedOn w:val="Standard"/>
    <w:next w:val="Standard"/>
    <w:uiPriority w:val="35"/>
    <w:unhideWhenUsed/>
    <w:qFormat/>
    <w:rsid w:val="00D64EA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BesuchterLink">
    <w:name w:val="FollowedHyperlink"/>
    <w:basedOn w:val="Absatz-Standardschriftart"/>
    <w:uiPriority w:val="99"/>
    <w:semiHidden/>
    <w:unhideWhenUsed/>
    <w:rsid w:val="007361D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c-original.de/presse/" TargetMode="External"/><Relationship Id="rId13" Type="http://schemas.openxmlformats.org/officeDocument/2006/relationships/hyperlink" Target="https://www.picdrop.com/gwsport-brands/bdZkQU4aeg" TargetMode="External"/><Relationship Id="rId1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picdrop.com/gwsport-brands/bdZkQU4aeg" TargetMode="External"/><Relationship Id="rId17" Type="http://schemas.openxmlformats.org/officeDocument/2006/relationships/hyperlink" Target="mailto:pr@pac-original.de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pac-original.de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pac-original.de/presse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pac-original.de" TargetMode="External"/><Relationship Id="rId10" Type="http://schemas.openxmlformats.org/officeDocument/2006/relationships/hyperlink" Target="https://www.pac-original.de/presse/" TargetMode="Externa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hyperlink" Target="https://www.picdrop.com/gwsport-brands/iuWz5xkBWY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.orlamuender\Documents\Benutzerdefinierte%20Office-Vorlagen\PRESSEMITTEILUNG_P.A.C._2.dotx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PRESSEMITTEILUNG_P.A.C._2</Template>
  <TotalTime>0</TotalTime>
  <Pages>1</Pages>
  <Words>297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Links>
    <vt:vector size="18" baseType="variant">
      <vt:variant>
        <vt:i4>7143435</vt:i4>
      </vt:variant>
      <vt:variant>
        <vt:i4>9</vt:i4>
      </vt:variant>
      <vt:variant>
        <vt:i4>0</vt:i4>
      </vt:variant>
      <vt:variant>
        <vt:i4>5</vt:i4>
      </vt:variant>
      <vt:variant>
        <vt:lpwstr>mailto:pr@pac-original.de</vt:lpwstr>
      </vt:variant>
      <vt:variant>
        <vt:lpwstr/>
      </vt:variant>
      <vt:variant>
        <vt:i4>8192111</vt:i4>
      </vt:variant>
      <vt:variant>
        <vt:i4>6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  <vt:variant>
        <vt:i4>8192111</vt:i4>
      </vt:variant>
      <vt:variant>
        <vt:i4>3</vt:i4>
      </vt:variant>
      <vt:variant>
        <vt:i4>0</vt:i4>
      </vt:variant>
      <vt:variant>
        <vt:i4>5</vt:i4>
      </vt:variant>
      <vt:variant>
        <vt:lpwstr>http://www.pac-original.de/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Orlamünder</dc:creator>
  <cp:keywords/>
  <dc:description/>
  <cp:lastModifiedBy>Barbara Orlamuender (365)</cp:lastModifiedBy>
  <cp:revision>13</cp:revision>
  <cp:lastPrinted>2025-04-04T11:05:00Z</cp:lastPrinted>
  <dcterms:created xsi:type="dcterms:W3CDTF">2025-03-31T11:18:00Z</dcterms:created>
  <dcterms:modified xsi:type="dcterms:W3CDTF">2025-04-04T11:16:00Z</dcterms:modified>
</cp:coreProperties>
</file>